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A8D" w:rsidRDefault="00EF7A8D" w:rsidP="00A83D7A">
      <w:pPr>
        <w:tabs>
          <w:tab w:val="left" w:pos="2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ЛЕБЯЖИНСКОГО СЕЛЬСОВЕТА</w:t>
      </w:r>
    </w:p>
    <w:p w:rsidR="00EF7A8D" w:rsidRPr="00A83D7A" w:rsidRDefault="00EF7A8D" w:rsidP="00A83D7A">
      <w:pPr>
        <w:tabs>
          <w:tab w:val="left" w:pos="2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ЕГОРЬЕВСКОГО РАЙОНА АЛТАЙСКОГО КРАЯ</w:t>
      </w:r>
    </w:p>
    <w:p w:rsidR="00EF7A8D" w:rsidRDefault="00EF7A8D" w:rsidP="009D205E">
      <w:pPr>
        <w:jc w:val="center"/>
        <w:rPr>
          <w:sz w:val="28"/>
        </w:rPr>
      </w:pPr>
    </w:p>
    <w:p w:rsidR="00EF7A8D" w:rsidRDefault="00EF7A8D" w:rsidP="009D205E">
      <w:pPr>
        <w:pStyle w:val="Heading1"/>
        <w:numPr>
          <w:ilvl w:val="0"/>
          <w:numId w:val="1"/>
        </w:numPr>
        <w:rPr>
          <w:rFonts w:ascii="Times New Roman" w:hAnsi="Times New Roman" w:cs="Times New Roman"/>
          <w:sz w:val="28"/>
          <w:szCs w:val="3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EF7A8D" w:rsidRDefault="00EF7A8D" w:rsidP="009D205E">
      <w:pPr>
        <w:jc w:val="center"/>
        <w:rPr>
          <w:sz w:val="28"/>
          <w:szCs w:val="34"/>
        </w:rPr>
      </w:pPr>
    </w:p>
    <w:p w:rsidR="00EF7A8D" w:rsidRDefault="00EF7A8D" w:rsidP="009D205E">
      <w:r>
        <w:t>«_</w:t>
      </w:r>
      <w:r>
        <w:rPr>
          <w:u w:val="single"/>
        </w:rPr>
        <w:t>08</w:t>
      </w:r>
      <w:r>
        <w:t>___»____</w:t>
      </w:r>
      <w:r>
        <w:rPr>
          <w:u w:val="single"/>
        </w:rPr>
        <w:t>06</w:t>
      </w:r>
      <w:r>
        <w:t>__2022 год  № _</w:t>
      </w:r>
      <w:r>
        <w:rPr>
          <w:u w:val="single"/>
        </w:rPr>
        <w:t>26/1</w:t>
      </w:r>
      <w:r>
        <w:t xml:space="preserve">___                                                                </w:t>
      </w:r>
      <w:r>
        <w:rPr>
          <w:sz w:val="28"/>
          <w:szCs w:val="28"/>
        </w:rPr>
        <w:t>с. Лебяжье</w:t>
      </w:r>
    </w:p>
    <w:p w:rsidR="00EF7A8D" w:rsidRDefault="00EF7A8D" w:rsidP="009D205E">
      <w:pPr>
        <w:jc w:val="center"/>
        <w:rPr>
          <w:sz w:val="28"/>
          <w:szCs w:val="28"/>
        </w:rPr>
      </w:pPr>
    </w:p>
    <w:tbl>
      <w:tblPr>
        <w:tblW w:w="9750" w:type="dxa"/>
        <w:tblInd w:w="137" w:type="dxa"/>
        <w:tblLayout w:type="fixed"/>
        <w:tblLook w:val="00A0"/>
      </w:tblPr>
      <w:tblGrid>
        <w:gridCol w:w="4831"/>
        <w:gridCol w:w="4919"/>
      </w:tblGrid>
      <w:tr w:rsidR="00EF7A8D" w:rsidTr="006F55F7">
        <w:tc>
          <w:tcPr>
            <w:tcW w:w="4831" w:type="dxa"/>
          </w:tcPr>
          <w:p w:rsidR="00EF7A8D" w:rsidRDefault="00EF7A8D" w:rsidP="006F55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Об утверждении муниципальной программы в области энергоснабжения и повышения энергетической эффективности на 2022-2024гг.</w:t>
            </w:r>
          </w:p>
        </w:tc>
        <w:tc>
          <w:tcPr>
            <w:tcW w:w="4919" w:type="dxa"/>
          </w:tcPr>
          <w:p w:rsidR="00EF7A8D" w:rsidRDefault="00EF7A8D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EF7A8D" w:rsidRDefault="00EF7A8D" w:rsidP="009D205E">
      <w:pPr>
        <w:tabs>
          <w:tab w:val="left" w:pos="5274"/>
        </w:tabs>
        <w:rPr>
          <w:sz w:val="28"/>
          <w:szCs w:val="28"/>
        </w:rPr>
      </w:pPr>
    </w:p>
    <w:p w:rsidR="00EF7A8D" w:rsidRDefault="00EF7A8D" w:rsidP="009D205E">
      <w:pPr>
        <w:tabs>
          <w:tab w:val="left" w:pos="5274"/>
        </w:tabs>
        <w:rPr>
          <w:sz w:val="28"/>
          <w:szCs w:val="28"/>
        </w:rPr>
      </w:pPr>
    </w:p>
    <w:p w:rsidR="00EF7A8D" w:rsidRDefault="00EF7A8D" w:rsidP="009D205E">
      <w:pPr>
        <w:tabs>
          <w:tab w:val="left" w:pos="284"/>
          <w:tab w:val="left" w:pos="851"/>
          <w:tab w:val="left" w:pos="993"/>
        </w:tabs>
        <w:ind w:firstLine="709"/>
        <w:jc w:val="both"/>
        <w:rPr>
          <w:sz w:val="28"/>
          <w:szCs w:val="28"/>
          <w:lang w:eastAsia="ru-RU"/>
        </w:rPr>
      </w:pPr>
    </w:p>
    <w:p w:rsidR="00EF7A8D" w:rsidRDefault="00EF7A8D" w:rsidP="009D205E">
      <w:pPr>
        <w:tabs>
          <w:tab w:val="left" w:pos="284"/>
          <w:tab w:val="left" w:pos="851"/>
          <w:tab w:val="left" w:pos="993"/>
        </w:tabs>
        <w:ind w:firstLine="709"/>
        <w:jc w:val="both"/>
        <w:rPr>
          <w:sz w:val="28"/>
          <w:szCs w:val="28"/>
          <w:lang w:eastAsia="ru-RU"/>
        </w:rPr>
      </w:pPr>
    </w:p>
    <w:p w:rsidR="00EF7A8D" w:rsidRDefault="00EF7A8D" w:rsidP="009D205E">
      <w:pPr>
        <w:tabs>
          <w:tab w:val="left" w:pos="284"/>
          <w:tab w:val="left" w:pos="851"/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Во исполнение Постановления Правительства РФ от 7 октября 2019г. № 1289 «О  требованиях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воды», руководствуясь Уставом муниципального образования Лебяжинский сельсовет Егорьевского района Алтайского края ПОСТАНОВЛЯЮ:</w:t>
      </w:r>
    </w:p>
    <w:p w:rsidR="00EF7A8D" w:rsidRDefault="00EF7A8D" w:rsidP="009D205E">
      <w:pPr>
        <w:tabs>
          <w:tab w:val="left" w:pos="284"/>
          <w:tab w:val="left" w:pos="851"/>
          <w:tab w:val="left" w:pos="993"/>
        </w:tabs>
        <w:ind w:firstLine="709"/>
        <w:jc w:val="both"/>
        <w:rPr>
          <w:sz w:val="28"/>
        </w:rPr>
      </w:pPr>
      <w:r>
        <w:rPr>
          <w:sz w:val="28"/>
          <w:szCs w:val="28"/>
          <w:lang w:eastAsia="ru-RU"/>
        </w:rPr>
        <w:t>1.  Утвердить программу в области энергоснабжения</w:t>
      </w:r>
      <w:r w:rsidRPr="001D3300">
        <w:rPr>
          <w:sz w:val="28"/>
        </w:rPr>
        <w:t xml:space="preserve"> </w:t>
      </w:r>
      <w:r>
        <w:rPr>
          <w:sz w:val="28"/>
        </w:rPr>
        <w:t>и повышения энергетической эффективности на 2022-2024гг. муниципального образования Лебяжинский сельсовет Егорьевского района Алтайского края.</w:t>
      </w:r>
    </w:p>
    <w:p w:rsidR="00EF7A8D" w:rsidRDefault="00EF7A8D" w:rsidP="009D205E">
      <w:pPr>
        <w:tabs>
          <w:tab w:val="left" w:pos="284"/>
          <w:tab w:val="left" w:pos="851"/>
          <w:tab w:val="left" w:pos="993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</w:rPr>
        <w:t>2.   Обнародовать данное постановление на информационном стенде администрации Лебяжинского сельсовета и разместить на официальном сайте администрации Лебяжинского сельсовета Егорьевского района Алтайского края в сети «Интернет».</w:t>
      </w:r>
    </w:p>
    <w:p w:rsidR="00EF7A8D" w:rsidRDefault="00EF7A8D" w:rsidP="00D55079">
      <w:pPr>
        <w:tabs>
          <w:tab w:val="left" w:pos="284"/>
          <w:tab w:val="left" w:pos="851"/>
          <w:tab w:val="left" w:pos="993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3.   Контроль за исполнением настоящего постановления оставляю за собой.</w:t>
      </w:r>
    </w:p>
    <w:p w:rsidR="00EF7A8D" w:rsidRDefault="00EF7A8D" w:rsidP="009D205E">
      <w:pPr>
        <w:jc w:val="both"/>
      </w:pPr>
    </w:p>
    <w:p w:rsidR="00EF7A8D" w:rsidRDefault="00EF7A8D" w:rsidP="009D205E">
      <w:pPr>
        <w:jc w:val="both"/>
        <w:rPr>
          <w:sz w:val="28"/>
          <w:szCs w:val="28"/>
        </w:rPr>
      </w:pPr>
    </w:p>
    <w:p w:rsidR="00EF7A8D" w:rsidRDefault="00EF7A8D" w:rsidP="009D20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             В.И. Тибекин                                    </w:t>
      </w:r>
    </w:p>
    <w:p w:rsidR="00EF7A8D" w:rsidRDefault="00EF7A8D" w:rsidP="009D205E">
      <w:pPr>
        <w:jc w:val="both"/>
        <w:rPr>
          <w:sz w:val="28"/>
          <w:szCs w:val="28"/>
        </w:rPr>
      </w:pPr>
    </w:p>
    <w:p w:rsidR="00EF7A8D" w:rsidRDefault="00EF7A8D" w:rsidP="009D205E">
      <w:pPr>
        <w:jc w:val="both"/>
        <w:rPr>
          <w:sz w:val="28"/>
          <w:szCs w:val="28"/>
        </w:rPr>
      </w:pPr>
    </w:p>
    <w:p w:rsidR="00EF7A8D" w:rsidRDefault="00EF7A8D" w:rsidP="009D205E">
      <w:pPr>
        <w:jc w:val="both"/>
        <w:rPr>
          <w:sz w:val="28"/>
          <w:szCs w:val="28"/>
        </w:rPr>
      </w:pPr>
    </w:p>
    <w:p w:rsidR="00EF7A8D" w:rsidRDefault="00EF7A8D" w:rsidP="009D205E">
      <w:pPr>
        <w:jc w:val="both"/>
        <w:rPr>
          <w:sz w:val="28"/>
          <w:szCs w:val="28"/>
        </w:rPr>
      </w:pPr>
    </w:p>
    <w:p w:rsidR="00EF7A8D" w:rsidRDefault="00EF7A8D" w:rsidP="009D205E">
      <w:pPr>
        <w:jc w:val="both"/>
        <w:rPr>
          <w:sz w:val="28"/>
          <w:szCs w:val="28"/>
        </w:rPr>
      </w:pPr>
    </w:p>
    <w:p w:rsidR="00EF7A8D" w:rsidRDefault="00EF7A8D" w:rsidP="009D205E">
      <w:pPr>
        <w:jc w:val="both"/>
        <w:rPr>
          <w:sz w:val="28"/>
          <w:szCs w:val="28"/>
        </w:rPr>
      </w:pPr>
    </w:p>
    <w:p w:rsidR="00EF7A8D" w:rsidRDefault="00EF7A8D" w:rsidP="009D205E">
      <w:pPr>
        <w:jc w:val="both"/>
        <w:rPr>
          <w:sz w:val="28"/>
          <w:szCs w:val="28"/>
        </w:rPr>
      </w:pPr>
    </w:p>
    <w:p w:rsidR="00EF7A8D" w:rsidRDefault="00EF7A8D" w:rsidP="009D205E">
      <w:pPr>
        <w:jc w:val="both"/>
        <w:rPr>
          <w:sz w:val="28"/>
          <w:szCs w:val="28"/>
        </w:rPr>
      </w:pPr>
      <w:bookmarkStart w:id="0" w:name="_GoBack"/>
      <w:bookmarkEnd w:id="0"/>
    </w:p>
    <w:sectPr w:rsidR="00EF7A8D" w:rsidSect="00ED0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0730"/>
    <w:rsid w:val="00050730"/>
    <w:rsid w:val="000B6180"/>
    <w:rsid w:val="000E01BD"/>
    <w:rsid w:val="00113711"/>
    <w:rsid w:val="001359FE"/>
    <w:rsid w:val="001D3300"/>
    <w:rsid w:val="00255D5C"/>
    <w:rsid w:val="002E3E38"/>
    <w:rsid w:val="00385238"/>
    <w:rsid w:val="004162C0"/>
    <w:rsid w:val="004E4E34"/>
    <w:rsid w:val="005A5254"/>
    <w:rsid w:val="006A703D"/>
    <w:rsid w:val="006F55F7"/>
    <w:rsid w:val="007A2AA2"/>
    <w:rsid w:val="008D0556"/>
    <w:rsid w:val="0098224F"/>
    <w:rsid w:val="009D205E"/>
    <w:rsid w:val="00A26674"/>
    <w:rsid w:val="00A766F2"/>
    <w:rsid w:val="00A83D7A"/>
    <w:rsid w:val="00AB7B46"/>
    <w:rsid w:val="00AC657A"/>
    <w:rsid w:val="00BB1982"/>
    <w:rsid w:val="00C104DA"/>
    <w:rsid w:val="00C244FF"/>
    <w:rsid w:val="00CF0BBA"/>
    <w:rsid w:val="00D30F09"/>
    <w:rsid w:val="00D47631"/>
    <w:rsid w:val="00D55079"/>
    <w:rsid w:val="00DC70E3"/>
    <w:rsid w:val="00DE302B"/>
    <w:rsid w:val="00E01A79"/>
    <w:rsid w:val="00E438A4"/>
    <w:rsid w:val="00E81EDC"/>
    <w:rsid w:val="00ED0536"/>
    <w:rsid w:val="00EF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05E"/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205E"/>
    <w:pPr>
      <w:keepNext/>
      <w:tabs>
        <w:tab w:val="num" w:pos="360"/>
      </w:tabs>
      <w:jc w:val="center"/>
      <w:outlineLvl w:val="0"/>
    </w:pPr>
    <w:rPr>
      <w:rFonts w:ascii="Arial" w:hAnsi="Arial" w:cs="Arial"/>
      <w:spacing w:val="32"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205E"/>
    <w:rPr>
      <w:rFonts w:ascii="Arial" w:hAnsi="Arial" w:cs="Arial"/>
      <w:spacing w:val="32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E01A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1A79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31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200</TotalTime>
  <Pages>1</Pages>
  <Words>216</Words>
  <Characters>1232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2021-12-30T07:30:00Z</cp:lastPrinted>
  <dcterms:created xsi:type="dcterms:W3CDTF">2021-12-30T03:00:00Z</dcterms:created>
  <dcterms:modified xsi:type="dcterms:W3CDTF">2024-02-20T07:02:00Z</dcterms:modified>
</cp:coreProperties>
</file>