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F5" w:rsidRDefault="002C31F5" w:rsidP="0082326F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4060F">
        <w:rPr>
          <w:rFonts w:ascii="Times New Roman" w:hAnsi="Times New Roman"/>
          <w:b/>
          <w:sz w:val="28"/>
          <w:szCs w:val="28"/>
        </w:rPr>
        <w:t>РУКОВОДСТВО</w:t>
      </w:r>
    </w:p>
    <w:p w:rsidR="002C31F5" w:rsidRDefault="002C31F5" w:rsidP="0082326F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4060F">
        <w:rPr>
          <w:rFonts w:ascii="Times New Roman" w:hAnsi="Times New Roman"/>
          <w:b/>
          <w:sz w:val="28"/>
          <w:szCs w:val="28"/>
        </w:rPr>
        <w:t>по соблюдению обязательных требований, оценка соблюдения которых является предметом муниципального контроля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2326F">
        <w:rPr>
          <w:rFonts w:ascii="Times New Roman" w:hAnsi="Times New Roman"/>
          <w:b/>
          <w:sz w:val="28"/>
          <w:szCs w:val="28"/>
        </w:rPr>
        <w:t xml:space="preserve">в сфере благоустройства </w:t>
      </w:r>
    </w:p>
    <w:p w:rsidR="002C31F5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31F5" w:rsidRPr="0082326F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326F">
        <w:rPr>
          <w:rFonts w:ascii="Times New Roman" w:hAnsi="Times New Roman"/>
          <w:sz w:val="24"/>
          <w:szCs w:val="24"/>
        </w:rPr>
        <w:t xml:space="preserve">Согласно </w:t>
      </w:r>
      <w:r w:rsidRPr="00823C2B">
        <w:rPr>
          <w:rFonts w:ascii="Times New Roman" w:hAnsi="Times New Roman"/>
          <w:sz w:val="24"/>
          <w:szCs w:val="24"/>
        </w:rPr>
        <w:t xml:space="preserve">статье 14 Федерального </w:t>
      </w:r>
      <w:hyperlink r:id="rId5" w:history="1">
        <w:r w:rsidRPr="00823C2B">
          <w:rPr>
            <w:rFonts w:ascii="Times New Roman" w:hAnsi="Times New Roman"/>
            <w:sz w:val="24"/>
            <w:szCs w:val="24"/>
          </w:rPr>
          <w:t>закон</w:t>
        </w:r>
      </w:hyperlink>
      <w:r w:rsidRPr="00823C2B">
        <w:rPr>
          <w:rFonts w:ascii="Times New Roman" w:hAnsi="Times New Roman"/>
          <w:sz w:val="24"/>
          <w:szCs w:val="24"/>
        </w:rPr>
        <w:t>а от 06.10.2003 №131-ФЗ «Об общих принципах организации местного самоуправления в Российской Федерации» (далее – Федеральный закон № 131-ФЗ)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326F">
        <w:rPr>
          <w:rFonts w:ascii="Times New Roman" w:hAnsi="Times New Roman"/>
          <w:sz w:val="24"/>
          <w:szCs w:val="24"/>
        </w:rPr>
        <w:t>муниципальн</w:t>
      </w:r>
      <w:r>
        <w:rPr>
          <w:rFonts w:ascii="Times New Roman" w:hAnsi="Times New Roman"/>
          <w:sz w:val="24"/>
          <w:szCs w:val="24"/>
        </w:rPr>
        <w:t>ый</w:t>
      </w:r>
      <w:r w:rsidRPr="0082326F">
        <w:rPr>
          <w:rFonts w:ascii="Times New Roman" w:hAnsi="Times New Roman"/>
          <w:sz w:val="24"/>
          <w:szCs w:val="24"/>
        </w:rPr>
        <w:t xml:space="preserve"> контрол</w:t>
      </w:r>
      <w:r>
        <w:rPr>
          <w:rFonts w:ascii="Times New Roman" w:hAnsi="Times New Roman"/>
          <w:sz w:val="24"/>
          <w:szCs w:val="24"/>
        </w:rPr>
        <w:t>ь</w:t>
      </w:r>
      <w:r w:rsidRPr="0082326F">
        <w:rPr>
          <w:rFonts w:ascii="Times New Roman" w:hAnsi="Times New Roman"/>
          <w:sz w:val="24"/>
          <w:szCs w:val="24"/>
        </w:rPr>
        <w:t xml:space="preserve"> в сфере благоустройства</w:t>
      </w:r>
      <w:r>
        <w:rPr>
          <w:rFonts w:ascii="Times New Roman" w:hAnsi="Times New Roman"/>
          <w:sz w:val="24"/>
          <w:szCs w:val="24"/>
        </w:rPr>
        <w:t>,</w:t>
      </w:r>
      <w:r w:rsidRPr="0082326F">
        <w:rPr>
          <w:rFonts w:ascii="Times New Roman" w:hAnsi="Times New Roman"/>
          <w:sz w:val="24"/>
          <w:szCs w:val="24"/>
        </w:rPr>
        <w:t xml:space="preserve"> </w:t>
      </w:r>
      <w:r w:rsidRPr="0087510A">
        <w:rPr>
          <w:rFonts w:ascii="Times New Roman" w:hAnsi="Times New Roman"/>
          <w:sz w:val="24"/>
          <w:szCs w:val="24"/>
        </w:rPr>
        <w:t xml:space="preserve">в том числе за соблюдением требований к обеспечению доступности для инвалидов объектов социальной, инженерной и транспортной инфраструктуры и предоставляемых услуг на территории муниципального образования </w:t>
      </w:r>
      <w:r w:rsidRPr="00914659">
        <w:rPr>
          <w:rFonts w:ascii="Times New Roman" w:hAnsi="Times New Roman"/>
          <w:sz w:val="24"/>
          <w:szCs w:val="24"/>
        </w:rPr>
        <w:t>Лебяжинский</w:t>
      </w:r>
      <w:r>
        <w:rPr>
          <w:rFonts w:ascii="Times New Roman" w:hAnsi="Times New Roman"/>
          <w:sz w:val="24"/>
          <w:szCs w:val="24"/>
        </w:rPr>
        <w:t xml:space="preserve"> сельсовет Егорьевского района</w:t>
      </w:r>
      <w:r w:rsidRPr="0087510A">
        <w:rPr>
          <w:rFonts w:ascii="Times New Roman" w:hAnsi="Times New Roman"/>
          <w:sz w:val="24"/>
          <w:szCs w:val="24"/>
        </w:rPr>
        <w:t xml:space="preserve"> Алтайского края  (далее – муниципальный контроль в сфере благоустройства), </w:t>
      </w:r>
      <w:r>
        <w:rPr>
          <w:rFonts w:ascii="Times New Roman" w:hAnsi="Times New Roman"/>
          <w:sz w:val="24"/>
          <w:szCs w:val="24"/>
        </w:rPr>
        <w:t>- это</w:t>
      </w:r>
      <w:r w:rsidRPr="0082326F">
        <w:rPr>
          <w:rFonts w:ascii="Times New Roman" w:hAnsi="Times New Roman"/>
          <w:sz w:val="24"/>
          <w:szCs w:val="24"/>
        </w:rPr>
        <w:t xml:space="preserve"> </w:t>
      </w:r>
      <w:r w:rsidRPr="0087510A">
        <w:rPr>
          <w:rFonts w:ascii="Times New Roman" w:hAnsi="Times New Roman"/>
          <w:sz w:val="24"/>
          <w:szCs w:val="24"/>
        </w:rPr>
        <w:t>деятельность контрольного (надзорного) органа, направленная на предупреждение, выявление и пресечение нарушений обязательных требований</w:t>
      </w:r>
      <w:r w:rsidRPr="0082326F">
        <w:rPr>
          <w:rFonts w:ascii="Times New Roman" w:hAnsi="Times New Roman"/>
          <w:sz w:val="24"/>
          <w:szCs w:val="24"/>
        </w:rPr>
        <w:t>.</w:t>
      </w:r>
    </w:p>
    <w:p w:rsidR="002C31F5" w:rsidRPr="00823C2B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3C2B">
        <w:rPr>
          <w:rFonts w:ascii="Times New Roman" w:hAnsi="Times New Roman"/>
          <w:sz w:val="24"/>
          <w:szCs w:val="24"/>
        </w:rPr>
        <w:t>К отношениям, связанным с осуществлением муниципального контроля в сфере благоустройства, организацией и проведением проверок юридических лиц, индивидуальных предпринимателей  и граждан применяются положения Федерального закона от 31.07.2020 №248-ФЗ «О государственном контроле (надзоре) и муниципальном контроле в Российской Федерации» (далее - Федеральный закон №248-ФЗ).</w:t>
      </w:r>
    </w:p>
    <w:p w:rsidR="002C31F5" w:rsidRPr="0087510A" w:rsidRDefault="002C31F5" w:rsidP="0087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10A">
        <w:rPr>
          <w:rFonts w:ascii="Times New Roman" w:hAnsi="Times New Roman"/>
          <w:sz w:val="24"/>
          <w:szCs w:val="24"/>
        </w:rPr>
        <w:t xml:space="preserve">Контрольным органом, уполномоченным на осуществление муниципального контроля в сфере благоустройства, является </w:t>
      </w:r>
      <w:r w:rsidRPr="00A657E3">
        <w:rPr>
          <w:rFonts w:ascii="Times New Roman" w:hAnsi="Times New Roman"/>
          <w:sz w:val="24"/>
          <w:szCs w:val="24"/>
        </w:rPr>
        <w:t xml:space="preserve">администрацией </w:t>
      </w:r>
      <w:r w:rsidRPr="00914659">
        <w:rPr>
          <w:rFonts w:ascii="Times New Roman" w:hAnsi="Times New Roman"/>
          <w:sz w:val="24"/>
          <w:szCs w:val="24"/>
        </w:rPr>
        <w:t xml:space="preserve">Лебяжинского </w:t>
      </w:r>
      <w:r w:rsidRPr="00A657E3">
        <w:rPr>
          <w:rFonts w:ascii="Times New Roman" w:hAnsi="Times New Roman"/>
          <w:sz w:val="24"/>
          <w:szCs w:val="24"/>
        </w:rPr>
        <w:t xml:space="preserve">сельсовета Егорьевского района Алтайского края </w:t>
      </w:r>
      <w:r w:rsidRPr="0087510A">
        <w:rPr>
          <w:rFonts w:ascii="Times New Roman" w:hAnsi="Times New Roman"/>
          <w:sz w:val="24"/>
          <w:szCs w:val="24"/>
        </w:rPr>
        <w:t xml:space="preserve">а (далее – </w:t>
      </w:r>
      <w:r>
        <w:rPr>
          <w:rFonts w:ascii="Times New Roman" w:hAnsi="Times New Roman"/>
          <w:sz w:val="24"/>
          <w:szCs w:val="24"/>
        </w:rPr>
        <w:t>Администрация</w:t>
      </w:r>
      <w:r w:rsidRPr="0087510A">
        <w:rPr>
          <w:rFonts w:ascii="Times New Roman" w:hAnsi="Times New Roman"/>
          <w:sz w:val="24"/>
          <w:szCs w:val="24"/>
        </w:rPr>
        <w:t>).</w:t>
      </w:r>
    </w:p>
    <w:p w:rsidR="002C31F5" w:rsidRPr="0087510A" w:rsidRDefault="002C31F5" w:rsidP="0087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10A">
        <w:rPr>
          <w:rFonts w:ascii="Times New Roman" w:hAnsi="Times New Roman"/>
          <w:sz w:val="24"/>
          <w:szCs w:val="24"/>
        </w:rPr>
        <w:t xml:space="preserve">Предметом муниципального контроля в сфере благоустройства является соблюдение правил благоустройства территории </w:t>
      </w:r>
      <w:r w:rsidRPr="00A657E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914659">
        <w:rPr>
          <w:rFonts w:ascii="Times New Roman" w:hAnsi="Times New Roman"/>
          <w:sz w:val="24"/>
          <w:szCs w:val="24"/>
        </w:rPr>
        <w:t>Лебяжинский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657E3">
        <w:rPr>
          <w:rFonts w:ascii="Times New Roman" w:hAnsi="Times New Roman"/>
          <w:sz w:val="24"/>
          <w:szCs w:val="24"/>
        </w:rPr>
        <w:t>сельсовет Егорьевского района Алтайского края</w:t>
      </w:r>
      <w:r w:rsidRPr="0087510A">
        <w:rPr>
          <w:rFonts w:ascii="Times New Roman" w:hAnsi="Times New Roman"/>
          <w:sz w:val="24"/>
          <w:szCs w:val="24"/>
        </w:rPr>
        <w:t>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2C31F5" w:rsidRPr="0087510A" w:rsidRDefault="002C31F5" w:rsidP="0087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10A">
        <w:rPr>
          <w:rFonts w:ascii="Times New Roman" w:hAnsi="Times New Roman"/>
          <w:sz w:val="24"/>
          <w:szCs w:val="24"/>
        </w:rPr>
        <w:t>При осуществлении муниципального контроля в сфере благоустройства осуществляется контроль за соблюдением требований муниципальных правовых актов в области благоустройства.</w:t>
      </w:r>
    </w:p>
    <w:p w:rsidR="002C31F5" w:rsidRPr="00914659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10A">
        <w:rPr>
          <w:rFonts w:ascii="Times New Roman" w:hAnsi="Times New Roman"/>
          <w:sz w:val="24"/>
          <w:szCs w:val="24"/>
        </w:rPr>
        <w:t xml:space="preserve">Порядок исполнения муниципальной функции по осуществлению муниципального контроля в сфере благоустройства на территории </w:t>
      </w:r>
      <w:r w:rsidRPr="00A657E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914659">
        <w:rPr>
          <w:rFonts w:ascii="Times New Roman" w:hAnsi="Times New Roman"/>
          <w:sz w:val="24"/>
          <w:szCs w:val="24"/>
        </w:rPr>
        <w:t>Лебяжинский</w:t>
      </w:r>
      <w:r w:rsidRPr="00A657E3">
        <w:rPr>
          <w:rFonts w:ascii="Times New Roman" w:hAnsi="Times New Roman"/>
          <w:sz w:val="24"/>
          <w:szCs w:val="24"/>
        </w:rPr>
        <w:t xml:space="preserve"> сельсовет Егорьевского района Алтайского края</w:t>
      </w:r>
      <w:r w:rsidRPr="0087510A">
        <w:rPr>
          <w:rFonts w:ascii="Times New Roman" w:hAnsi="Times New Roman"/>
          <w:sz w:val="24"/>
          <w:szCs w:val="24"/>
        </w:rPr>
        <w:t xml:space="preserve">  регламентирован </w:t>
      </w:r>
      <w:r w:rsidRPr="00A657E3">
        <w:rPr>
          <w:rFonts w:ascii="Times New Roman" w:hAnsi="Times New Roman"/>
          <w:sz w:val="24"/>
          <w:szCs w:val="24"/>
        </w:rPr>
        <w:t xml:space="preserve">Положением о муниципальном контроле в сфере благоустройства, на территории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914659">
        <w:rPr>
          <w:rFonts w:ascii="Times New Roman" w:hAnsi="Times New Roman"/>
          <w:sz w:val="24"/>
          <w:szCs w:val="24"/>
        </w:rPr>
        <w:t>Лебяжинского</w:t>
      </w:r>
      <w:r w:rsidRPr="00A657E3">
        <w:rPr>
          <w:rFonts w:ascii="Times New Roman" w:hAnsi="Times New Roman"/>
          <w:sz w:val="24"/>
          <w:szCs w:val="24"/>
        </w:rPr>
        <w:t xml:space="preserve"> сельсовета Егорьевского района Алтайского края, утвержденным решением </w:t>
      </w:r>
      <w:r w:rsidRPr="00914659">
        <w:rPr>
          <w:rFonts w:ascii="Times New Roman" w:hAnsi="Times New Roman"/>
          <w:sz w:val="24"/>
          <w:szCs w:val="24"/>
        </w:rPr>
        <w:t>Лебяжинского</w:t>
      </w:r>
      <w:r w:rsidRPr="00A657E3">
        <w:rPr>
          <w:rFonts w:ascii="Times New Roman" w:hAnsi="Times New Roman"/>
          <w:sz w:val="24"/>
          <w:szCs w:val="24"/>
        </w:rPr>
        <w:t xml:space="preserve"> сельского Совета депутатов Егорьевского района Алтайского края от </w:t>
      </w:r>
      <w:r w:rsidRPr="00914659">
        <w:rPr>
          <w:rFonts w:ascii="Times New Roman" w:hAnsi="Times New Roman"/>
          <w:sz w:val="24"/>
          <w:szCs w:val="24"/>
        </w:rPr>
        <w:t>09.12.2022 №49.</w:t>
      </w:r>
    </w:p>
    <w:p w:rsidR="002C31F5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31F5" w:rsidRPr="0087510A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10A">
        <w:rPr>
          <w:rFonts w:ascii="Times New Roman" w:hAnsi="Times New Roman"/>
          <w:sz w:val="24"/>
          <w:szCs w:val="24"/>
        </w:rPr>
        <w:t>Руководствуясь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510A">
        <w:rPr>
          <w:rFonts w:ascii="Times New Roman" w:hAnsi="Times New Roman"/>
          <w:sz w:val="24"/>
          <w:szCs w:val="24"/>
        </w:rPr>
        <w:t xml:space="preserve">2 статьи 61 Федерального закона №248-ФЗ  муниципальный контроль в сфере благоустройства на территории муниципального образования </w:t>
      </w:r>
      <w:r w:rsidRPr="00914659">
        <w:rPr>
          <w:rFonts w:ascii="Times New Roman" w:hAnsi="Times New Roman"/>
          <w:sz w:val="24"/>
          <w:szCs w:val="24"/>
        </w:rPr>
        <w:t>Лебяжинский</w:t>
      </w:r>
      <w:r w:rsidRPr="00F107D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657E3">
        <w:rPr>
          <w:rFonts w:ascii="Times New Roman" w:hAnsi="Times New Roman"/>
          <w:sz w:val="24"/>
          <w:szCs w:val="24"/>
        </w:rPr>
        <w:t>сельсовет Егорьевского района Алтайского края </w:t>
      </w:r>
      <w:r w:rsidRPr="0087510A">
        <w:rPr>
          <w:rFonts w:ascii="Times New Roman" w:hAnsi="Times New Roman"/>
          <w:sz w:val="24"/>
          <w:szCs w:val="24"/>
        </w:rPr>
        <w:t xml:space="preserve"> осуществляется без проведения плановых контрольных (надзорных) мероприятий.</w:t>
      </w:r>
    </w:p>
    <w:p w:rsidR="002C31F5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31F5" w:rsidRPr="0087510A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10A">
        <w:rPr>
          <w:rFonts w:ascii="Times New Roman" w:hAnsi="Times New Roman"/>
          <w:sz w:val="24"/>
          <w:szCs w:val="24"/>
        </w:rPr>
        <w:t>В соответствии с частью 3 статьи 66 Федерального закона №248-ФЗ все внеплановые контрольные (надзорные) мероприятия могут проводиться только после согласования с органами прокуратуры.</w:t>
      </w:r>
    </w:p>
    <w:p w:rsidR="002C31F5" w:rsidRDefault="002C31F5" w:rsidP="0087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31F5" w:rsidRPr="0087510A" w:rsidRDefault="002C31F5" w:rsidP="0087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10A">
        <w:rPr>
          <w:rFonts w:ascii="Times New Roman" w:hAnsi="Times New Roman"/>
          <w:sz w:val="24"/>
          <w:szCs w:val="24"/>
        </w:rPr>
        <w:t>В рамках осуществления муниципального контроля в сфере благоустройства при взаимодействии с контролируемым лицом проводятся следующие виды контрольных (надзорных) мероприятий:</w:t>
      </w:r>
    </w:p>
    <w:p w:rsidR="002C31F5" w:rsidRPr="000469DF" w:rsidRDefault="002C31F5" w:rsidP="0087510A">
      <w:pPr>
        <w:pStyle w:val="ListParagraph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469DF">
        <w:rPr>
          <w:bCs/>
        </w:rPr>
        <w:t>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2C31F5" w:rsidRPr="000469DF" w:rsidRDefault="002C31F5" w:rsidP="0087510A">
      <w:pPr>
        <w:pStyle w:val="ListParagraph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469DF">
        <w:rPr>
          <w:bCs/>
        </w:rPr>
        <w:t>рейдовый осмотр (посредством осмотра, опроса, получения письменных объяснений,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инструментального обследования, экспертизы);</w:t>
      </w:r>
    </w:p>
    <w:p w:rsidR="002C31F5" w:rsidRPr="000469DF" w:rsidRDefault="002C31F5" w:rsidP="0087510A">
      <w:pPr>
        <w:pStyle w:val="ListParagraph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469DF">
        <w:rPr>
          <w:bCs/>
        </w:rPr>
        <w:t>документарная проверка (посредством получения письменных объяснений, истребования документов);</w:t>
      </w:r>
    </w:p>
    <w:p w:rsidR="002C31F5" w:rsidRPr="000469DF" w:rsidRDefault="002C31F5" w:rsidP="0087510A">
      <w:pPr>
        <w:pStyle w:val="ListParagraph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469DF">
        <w:rPr>
          <w:bCs/>
        </w:rPr>
        <w:t>выездная проверка (посредством осмотра, опроса, получения письменных объяснений, истребования документов, инструментального обследования).</w:t>
      </w:r>
    </w:p>
    <w:p w:rsidR="002C31F5" w:rsidRDefault="002C31F5" w:rsidP="0087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31F5" w:rsidRPr="0087510A" w:rsidRDefault="002C31F5" w:rsidP="0087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10A">
        <w:rPr>
          <w:rFonts w:ascii="Times New Roman" w:hAnsi="Times New Roman"/>
          <w:sz w:val="24"/>
          <w:szCs w:val="24"/>
        </w:rPr>
        <w:t>Без взаимодействия с контролируемым лицом проводятся следующие контрольные (надзорные) мероприятия:</w:t>
      </w:r>
    </w:p>
    <w:p w:rsidR="002C31F5" w:rsidRPr="000469DF" w:rsidRDefault="002C31F5" w:rsidP="0087510A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469DF">
        <w:rPr>
          <w:bCs/>
        </w:rPr>
        <w:t>наблюдение за соблюдением обязательных требований;</w:t>
      </w:r>
    </w:p>
    <w:p w:rsidR="002C31F5" w:rsidRPr="000469DF" w:rsidRDefault="002C31F5" w:rsidP="0087510A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469DF">
        <w:rPr>
          <w:bCs/>
        </w:rPr>
        <w:t>выездное обследование.</w:t>
      </w:r>
    </w:p>
    <w:p w:rsidR="002C31F5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C31F5" w:rsidRPr="0087510A" w:rsidRDefault="002C31F5" w:rsidP="0087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10A">
        <w:rPr>
          <w:rFonts w:ascii="Times New Roman" w:hAnsi="Times New Roman"/>
          <w:sz w:val="24"/>
          <w:szCs w:val="24"/>
        </w:rPr>
        <w:t>Основанием для проведения контрольных (надзорных) мероприятий в отношении граждан, юридических лиц и индивидуальных предпринимателей, проводимых с взаимодействием с контролируемыми лицами, является:</w:t>
      </w:r>
    </w:p>
    <w:p w:rsidR="002C31F5" w:rsidRPr="000469DF" w:rsidRDefault="002C31F5" w:rsidP="0087510A">
      <w:pPr>
        <w:pStyle w:val="ListParagraph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469DF">
        <w:rPr>
          <w:bCs/>
        </w:rPr>
        <w:t>наличие у органа муниципального контроля в сфере благоустройства</w:t>
      </w:r>
      <w:r w:rsidRPr="000469DF">
        <w:t xml:space="preserve"> </w:t>
      </w:r>
      <w:r w:rsidRPr="000469DF">
        <w:rPr>
          <w:bCs/>
        </w:rPr>
        <w:t>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(надзорных) мероприятий, включая контрольные (надзорные) мероприятия без взаимодействия, в том числе проводимые в отношении иных контролируемых лиц;</w:t>
      </w:r>
    </w:p>
    <w:p w:rsidR="002C31F5" w:rsidRPr="000469DF" w:rsidRDefault="002C31F5" w:rsidP="0087510A">
      <w:pPr>
        <w:pStyle w:val="ListParagraph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469DF">
        <w:rPr>
          <w:bCs/>
        </w:rPr>
        <w:t>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:rsidR="002C31F5" w:rsidRPr="000469DF" w:rsidRDefault="002C31F5" w:rsidP="0087510A">
      <w:pPr>
        <w:pStyle w:val="ListParagraph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469DF">
        <w:rPr>
          <w:bCs/>
        </w:rPr>
        <w:t>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2C31F5" w:rsidRPr="000469DF" w:rsidRDefault="002C31F5" w:rsidP="0087510A">
      <w:pPr>
        <w:pStyle w:val="ListParagraph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469DF">
        <w:rPr>
          <w:bCs/>
        </w:rPr>
        <w:t>истечение срока исполнения решения органа муниципального контроля в сфере благоустройства</w:t>
      </w:r>
      <w:r w:rsidRPr="000469DF">
        <w:t xml:space="preserve"> </w:t>
      </w:r>
      <w:r w:rsidRPr="000469DF">
        <w:rPr>
          <w:bCs/>
        </w:rPr>
        <w:t xml:space="preserve">об устранении выявленного нарушения обязательных требований - в случаях, установленных </w:t>
      </w:r>
      <w:hyperlink r:id="rId6" w:history="1">
        <w:r w:rsidRPr="000469DF">
          <w:rPr>
            <w:bCs/>
          </w:rPr>
          <w:t>частью 1 статьи 95</w:t>
        </w:r>
      </w:hyperlink>
      <w:r w:rsidRPr="000469DF">
        <w:rPr>
          <w:bCs/>
        </w:rPr>
        <w:t xml:space="preserve"> Федерального закона №248-ФЗ. </w:t>
      </w:r>
    </w:p>
    <w:p w:rsidR="002C31F5" w:rsidRPr="00E46874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C31F5" w:rsidRPr="000C4C1B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C1B">
        <w:rPr>
          <w:rFonts w:ascii="Times New Roman" w:hAnsi="Times New Roman"/>
          <w:sz w:val="24"/>
          <w:szCs w:val="24"/>
        </w:rPr>
        <w:t>В случае получения в ходе проведения мероприятий по контролю в сфере благоустройства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требований, орган муниципального контроля направляет юридическому лицу, индивидуальному предпринимателю предостережение о недопустимости нарушения обязательных требований.</w:t>
      </w:r>
    </w:p>
    <w:p w:rsidR="002C31F5" w:rsidRPr="000C4C1B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C1B">
        <w:rPr>
          <w:rFonts w:ascii="Times New Roman" w:hAnsi="Times New Roman"/>
          <w:sz w:val="24"/>
          <w:szCs w:val="24"/>
        </w:rPr>
        <w:t>Нормативно-правовые акты, содержащие обязательные требования, соблюдение которых оценивается при проведении мероприятий по муниципальному контролю в сфере благоустройства:</w:t>
      </w:r>
    </w:p>
    <w:p w:rsidR="002C31F5" w:rsidRPr="00F708E0" w:rsidRDefault="002C31F5" w:rsidP="009D747F">
      <w:pPr>
        <w:pStyle w:val="ListParagraph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08E0">
        <w:t>Федеральный закон от 24.11.1995 №181-ФЗ «О социальной защите инвалидов в Российской Федерации».</w:t>
      </w:r>
    </w:p>
    <w:p w:rsidR="002C31F5" w:rsidRPr="00F708E0" w:rsidRDefault="002C31F5" w:rsidP="00F708E0">
      <w:pPr>
        <w:pStyle w:val="ListParagraph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08E0">
        <w:t>Федеральный закон от 30 марта 1999 №52-ФЗ «О санитарно-эпидемиологическом благополучии населения».</w:t>
      </w:r>
    </w:p>
    <w:p w:rsidR="002C31F5" w:rsidRPr="00F708E0" w:rsidRDefault="002C31F5" w:rsidP="009D747F">
      <w:pPr>
        <w:pStyle w:val="ListParagraph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08E0"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2C31F5" w:rsidRPr="00F708E0" w:rsidRDefault="002C31F5" w:rsidP="009D747F">
      <w:pPr>
        <w:pStyle w:val="ListParagraph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08E0">
        <w:t>Закон Алтайского края от 10.07.2002 №46-ЗС «Об административной ответственности за совершение правонарушений на территории Алтайского края».</w:t>
      </w:r>
    </w:p>
    <w:p w:rsidR="002C31F5" w:rsidRPr="00914659" w:rsidRDefault="002C31F5" w:rsidP="006C7A7E">
      <w:pPr>
        <w:pStyle w:val="ListParagraph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657E3">
        <w:t xml:space="preserve">Положение о муниципальном контроле в сфере благоустройства на территории </w:t>
      </w:r>
      <w:r w:rsidRPr="00914659">
        <w:t>Лебяжинского с</w:t>
      </w:r>
      <w:r w:rsidRPr="00A657E3">
        <w:t>ельсовета Егорьевского района</w:t>
      </w:r>
      <w:r>
        <w:t xml:space="preserve"> Алтайского края, утвержденного</w:t>
      </w:r>
      <w:r w:rsidRPr="00A657E3">
        <w:t xml:space="preserve"> решением </w:t>
      </w:r>
      <w:r w:rsidRPr="00914659">
        <w:t>Лебяжинского</w:t>
      </w:r>
      <w:r w:rsidRPr="00A657E3">
        <w:t xml:space="preserve"> сельского Совета депутатов Егорьевского района </w:t>
      </w:r>
      <w:r>
        <w:t xml:space="preserve">Алтайского края от </w:t>
      </w:r>
      <w:r w:rsidRPr="00914659">
        <w:t>09.12.2022 №49.</w:t>
      </w:r>
    </w:p>
    <w:p w:rsidR="002C31F5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31F5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747F">
        <w:rPr>
          <w:rFonts w:ascii="Times New Roman" w:hAnsi="Times New Roman"/>
          <w:sz w:val="24"/>
          <w:szCs w:val="24"/>
        </w:rPr>
        <w:t>За нарушение законодательства в сфере благоустройства предусмотрена административная ответственность</w:t>
      </w:r>
      <w:r>
        <w:rPr>
          <w:rFonts w:ascii="Times New Roman" w:hAnsi="Times New Roman"/>
          <w:sz w:val="24"/>
          <w:szCs w:val="24"/>
        </w:rPr>
        <w:t>.</w:t>
      </w:r>
    </w:p>
    <w:p w:rsidR="002C31F5" w:rsidRPr="009D747F" w:rsidRDefault="002C31F5" w:rsidP="0082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2C31F5" w:rsidRPr="009D747F" w:rsidSect="006D4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30B6"/>
    <w:multiLevelType w:val="hybridMultilevel"/>
    <w:tmpl w:val="243A294E"/>
    <w:lvl w:ilvl="0" w:tplc="C0CCEF4E">
      <w:start w:val="1"/>
      <w:numFmt w:val="russianLower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16475021"/>
    <w:multiLevelType w:val="hybridMultilevel"/>
    <w:tmpl w:val="243A294E"/>
    <w:lvl w:ilvl="0" w:tplc="C0CCEF4E">
      <w:start w:val="1"/>
      <w:numFmt w:val="russianLower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21272062"/>
    <w:multiLevelType w:val="hybridMultilevel"/>
    <w:tmpl w:val="243A294E"/>
    <w:lvl w:ilvl="0" w:tplc="C0CCEF4E">
      <w:start w:val="1"/>
      <w:numFmt w:val="russianLower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4DD47525"/>
    <w:multiLevelType w:val="hybridMultilevel"/>
    <w:tmpl w:val="BE60EB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080C2B"/>
    <w:multiLevelType w:val="hybridMultilevel"/>
    <w:tmpl w:val="243A294E"/>
    <w:lvl w:ilvl="0" w:tplc="C0CCEF4E">
      <w:start w:val="1"/>
      <w:numFmt w:val="russianLower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6EDC3980"/>
    <w:multiLevelType w:val="hybridMultilevel"/>
    <w:tmpl w:val="37B23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8C7E37"/>
    <w:multiLevelType w:val="hybridMultilevel"/>
    <w:tmpl w:val="C35AFE7A"/>
    <w:lvl w:ilvl="0" w:tplc="2510399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60F"/>
    <w:rsid w:val="000469DF"/>
    <w:rsid w:val="000A32E1"/>
    <w:rsid w:val="000C4C1B"/>
    <w:rsid w:val="00130DEA"/>
    <w:rsid w:val="00263E85"/>
    <w:rsid w:val="002C31F5"/>
    <w:rsid w:val="002F1002"/>
    <w:rsid w:val="00431D7F"/>
    <w:rsid w:val="0044060F"/>
    <w:rsid w:val="004571A0"/>
    <w:rsid w:val="004B1B83"/>
    <w:rsid w:val="005155FF"/>
    <w:rsid w:val="00520694"/>
    <w:rsid w:val="00652E6C"/>
    <w:rsid w:val="006C7A7E"/>
    <w:rsid w:val="006D4700"/>
    <w:rsid w:val="00782A4E"/>
    <w:rsid w:val="0082326F"/>
    <w:rsid w:val="00823C2B"/>
    <w:rsid w:val="0087510A"/>
    <w:rsid w:val="00880CB0"/>
    <w:rsid w:val="008966E1"/>
    <w:rsid w:val="00914659"/>
    <w:rsid w:val="009D747F"/>
    <w:rsid w:val="00A657E3"/>
    <w:rsid w:val="00C50B5B"/>
    <w:rsid w:val="00E46874"/>
    <w:rsid w:val="00E63E52"/>
    <w:rsid w:val="00F107DF"/>
    <w:rsid w:val="00F708E0"/>
    <w:rsid w:val="00FD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7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406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4060F"/>
    <w:rPr>
      <w:rFonts w:cs="Times New Roman"/>
      <w:b/>
      <w:bCs/>
    </w:rPr>
  </w:style>
  <w:style w:type="paragraph" w:customStyle="1" w:styleId="ConsPlusNormal">
    <w:name w:val="ConsPlusNormal"/>
    <w:uiPriority w:val="99"/>
    <w:rsid w:val="0044060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782A4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81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CBD4723920B768EB71042FA4723D3BF9B4A44F44F22AA1786C1419BF59BFC3130C636AFBF71953C84E3B33B582EF2D27426605BC4C9D35FfAQ0H" TargetMode="External"/><Relationship Id="rId5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1092</Words>
  <Characters>6227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</dc:title>
  <dc:subject/>
  <dc:creator>Зырянова Елена Сергеевна</dc:creator>
  <cp:keywords/>
  <dc:description/>
  <cp:lastModifiedBy>User</cp:lastModifiedBy>
  <cp:revision>2</cp:revision>
  <dcterms:created xsi:type="dcterms:W3CDTF">2024-03-11T02:24:00Z</dcterms:created>
  <dcterms:modified xsi:type="dcterms:W3CDTF">2024-03-11T02:24:00Z</dcterms:modified>
</cp:coreProperties>
</file>